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>Nabídka na</w:t>
      </w:r>
      <w:r w:rsidRPr="00F05536">
        <w:rPr>
          <w:bCs/>
        </w:rPr>
        <w:t xml:space="preserve">: </w:t>
      </w:r>
      <w:r w:rsidRPr="009C5548">
        <w:rPr>
          <w:b/>
        </w:rPr>
        <w:t>„</w:t>
      </w:r>
      <w:r w:rsidR="009C5548" w:rsidRPr="009C5548">
        <w:rPr>
          <w:b/>
        </w:rPr>
        <w:t>Obvod OŘ Praha - oprava (výtahy, plošiny v obvodu OŘ Praha) - oprava kompresoru klimatizace CDP Praha</w:t>
      </w:r>
      <w:r w:rsidRPr="009C5548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9C5548" w:rsidRPr="00E64667" w:rsidRDefault="009C5548" w:rsidP="009C5548">
      <w:pPr>
        <w:pStyle w:val="Zhlav"/>
        <w:tabs>
          <w:tab w:val="center" w:pos="993"/>
        </w:tabs>
        <w:ind w:left="646"/>
      </w:pPr>
      <w:r w:rsidRPr="00E64667">
        <w:t>Příloha 1 Formulář ČP o splnění základní způsobilosti</w:t>
      </w:r>
    </w:p>
    <w:p w:rsidR="009C5548" w:rsidRDefault="009C5548" w:rsidP="009C5548">
      <w:pPr>
        <w:pStyle w:val="Zhlav"/>
        <w:tabs>
          <w:tab w:val="center" w:pos="993"/>
        </w:tabs>
        <w:ind w:left="646"/>
      </w:pPr>
      <w:r w:rsidRPr="00E64667">
        <w:t>Příloha 2 Formulář nabídky</w:t>
      </w:r>
    </w:p>
    <w:p w:rsidR="009C5548" w:rsidRPr="00E64667" w:rsidRDefault="009C5548" w:rsidP="009C5548">
      <w:pPr>
        <w:pStyle w:val="Zhlav"/>
        <w:tabs>
          <w:tab w:val="center" w:pos="993"/>
        </w:tabs>
        <w:ind w:left="646"/>
      </w:pPr>
      <w:r>
        <w:t>Příloha 3 Fotodokumentace</w:t>
      </w:r>
    </w:p>
    <w:p w:rsidR="009C5548" w:rsidRPr="00E64667" w:rsidRDefault="009C5548" w:rsidP="009C5548">
      <w:pPr>
        <w:pStyle w:val="Zhlav"/>
        <w:tabs>
          <w:tab w:val="center" w:pos="993"/>
        </w:tabs>
        <w:ind w:left="646"/>
      </w:pPr>
      <w:r>
        <w:t>Příloha 4</w:t>
      </w:r>
      <w:r w:rsidRPr="00E64667">
        <w:t xml:space="preserve"> Návrh smlouvy </w:t>
      </w:r>
      <w:r>
        <w:t>o dílo</w:t>
      </w:r>
    </w:p>
    <w:p w:rsidR="009C5548" w:rsidRPr="00E64667" w:rsidRDefault="009C5548" w:rsidP="009C5548">
      <w:pPr>
        <w:pStyle w:val="Zhlav"/>
        <w:tabs>
          <w:tab w:val="center" w:pos="993"/>
        </w:tabs>
        <w:ind w:left="646"/>
      </w:pPr>
      <w:r>
        <w:t>Příloha 5</w:t>
      </w:r>
      <w:r w:rsidRPr="00E64667">
        <w:t xml:space="preserve"> Analýza nebezpečí a hodnocení rizik</w:t>
      </w:r>
    </w:p>
    <w:p w:rsidR="009C5548" w:rsidRPr="00E64667" w:rsidRDefault="009C5548" w:rsidP="009C5548">
      <w:pPr>
        <w:pStyle w:val="Zhlav"/>
        <w:tabs>
          <w:tab w:val="center" w:pos="993"/>
        </w:tabs>
        <w:ind w:left="646"/>
      </w:pPr>
      <w:r>
        <w:t>Příloha 6</w:t>
      </w:r>
      <w:r w:rsidRPr="00E64667">
        <w:t xml:space="preserve"> Nález podezřelého předmětu</w:t>
      </w:r>
    </w:p>
    <w:p w:rsidR="009C5548" w:rsidRDefault="009C5548" w:rsidP="009C5548">
      <w:pPr>
        <w:pStyle w:val="Zhlav"/>
        <w:tabs>
          <w:tab w:val="clear" w:pos="4536"/>
          <w:tab w:val="center" w:pos="993"/>
        </w:tabs>
        <w:ind w:left="646"/>
      </w:pPr>
      <w:r>
        <w:t>Příloha 7</w:t>
      </w:r>
      <w:r w:rsidRPr="00E64667">
        <w:t xml:space="preserve"> Čestné prohlášení ve vztahu k zakázaným dohodám</w:t>
      </w:r>
    </w:p>
    <w:p w:rsidR="009C5548" w:rsidRPr="001632FA" w:rsidRDefault="009C5548" w:rsidP="009C5548">
      <w:pPr>
        <w:pStyle w:val="Zhlav"/>
        <w:tabs>
          <w:tab w:val="center" w:pos="993"/>
        </w:tabs>
        <w:ind w:left="646"/>
      </w:pPr>
      <w:r>
        <w:t>Příloha 8</w:t>
      </w:r>
      <w:r w:rsidRPr="001632FA">
        <w:t xml:space="preserve"> </w:t>
      </w:r>
      <w:r>
        <w:t>Soupis prací s výkazem výměr</w:t>
      </w:r>
    </w:p>
    <w:p w:rsidR="00374707" w:rsidRPr="007364DE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</w:t>
      </w:r>
      <w:r w:rsidRPr="009C5548">
        <w:t xml:space="preserve">akce </w:t>
      </w:r>
      <w:r w:rsidRPr="009C5548">
        <w:rPr>
          <w:b/>
        </w:rPr>
        <w:t>„</w:t>
      </w:r>
      <w:r w:rsidR="009C5548" w:rsidRPr="009C5548">
        <w:rPr>
          <w:b/>
        </w:rPr>
        <w:t>Obvod OŘ Praha - oprava (výtahy, plošiny v obvodu OŘ Praha) - oprava kompresoru klimatizace CDP Praha</w:t>
      </w:r>
      <w:r w:rsidRPr="009C5548">
        <w:rPr>
          <w:b/>
        </w:rPr>
        <w:t xml:space="preserve">“ </w:t>
      </w:r>
      <w:r w:rsidRPr="00F05536">
        <w:t xml:space="preserve">za tuto nabídkovou cenu </w:t>
      </w:r>
      <w:r w:rsidRPr="009C5548">
        <w:t>zpracovanou dle výkazu výměr:</w:t>
      </w:r>
    </w:p>
    <w:p w:rsidR="00374707" w:rsidRPr="007364DE" w:rsidRDefault="00374707" w:rsidP="00F05536">
      <w:pPr>
        <w:pStyle w:val="Zhlav"/>
        <w:ind w:left="284"/>
        <w:rPr>
          <w:snapToGrid w:val="0"/>
        </w:rPr>
      </w:pPr>
      <w:r w:rsidRPr="007364DE">
        <w:t>(</w:t>
      </w:r>
      <w:r w:rsidRPr="007364DE">
        <w:rPr>
          <w:snapToGrid w:val="0"/>
        </w:rPr>
        <w:t xml:space="preserve">Celková nabídková cena </w:t>
      </w:r>
      <w:r w:rsidRPr="009C5548">
        <w:rPr>
          <w:snapToGrid w:val="0"/>
        </w:rPr>
        <w:t xml:space="preserve">bez DPH, </w:t>
      </w:r>
      <w:r w:rsidRPr="009C5548">
        <w:rPr>
          <w:b/>
          <w:snapToGrid w:val="0"/>
        </w:rPr>
        <w:t>přesně</w:t>
      </w:r>
      <w:r w:rsidRPr="009C5548">
        <w:rPr>
          <w:snapToGrid w:val="0"/>
        </w:rPr>
        <w:t xml:space="preserve"> </w:t>
      </w:r>
      <w:r w:rsidRPr="009C5548">
        <w:rPr>
          <w:b/>
          <w:bCs/>
          <w:snapToGrid w:val="0"/>
        </w:rPr>
        <w:t>dle položkového rozpočtu</w:t>
      </w:r>
      <w:r w:rsidRPr="009C5548">
        <w:rPr>
          <w:snapToGrid w:val="0"/>
        </w:rPr>
        <w:t xml:space="preserve">) </w:t>
      </w:r>
    </w:p>
    <w:p w:rsidR="00F05536" w:rsidRPr="009C5548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9C5548">
        <w:rPr>
          <w:b/>
          <w:bCs/>
        </w:rPr>
        <w:t>Celková nabídková cena bez DPH:              ……………… Kč</w:t>
      </w:r>
    </w:p>
    <w:p w:rsidR="00F05536" w:rsidRPr="009C5548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9C5548">
        <w:rPr>
          <w:b/>
          <w:bCs/>
        </w:rPr>
        <w:t>DPH 21%</w:t>
      </w:r>
      <w:r w:rsidRPr="009C5548">
        <w:rPr>
          <w:b/>
          <w:bCs/>
        </w:rPr>
        <w:tab/>
        <w:t xml:space="preserve">        </w:t>
      </w:r>
      <w:r w:rsidRPr="009C5548">
        <w:rPr>
          <w:b/>
          <w:bCs/>
        </w:rPr>
        <w:tab/>
      </w:r>
      <w:r w:rsidRPr="009C5548">
        <w:rPr>
          <w:b/>
          <w:bCs/>
        </w:rPr>
        <w:tab/>
      </w:r>
      <w:r w:rsidRPr="009C5548">
        <w:rPr>
          <w:b/>
          <w:bCs/>
        </w:rPr>
        <w:tab/>
      </w:r>
      <w:r w:rsidRPr="009C5548">
        <w:rPr>
          <w:b/>
          <w:bCs/>
        </w:rPr>
        <w:tab/>
        <w:t xml:space="preserve"> ……………… Kč</w:t>
      </w:r>
    </w:p>
    <w:p w:rsidR="00F05536" w:rsidRPr="009C5548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9C5548">
        <w:rPr>
          <w:b/>
          <w:bCs/>
        </w:rPr>
        <w:t>Celková nabídková cena včetně DPH           ……………… Kč</w:t>
      </w:r>
    </w:p>
    <w:p w:rsidR="00374707" w:rsidRPr="00F05536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bod číslo 1). </w:t>
      </w:r>
      <w:r w:rsidRPr="009C5548">
        <w:t xml:space="preserve">Souhlasíme s tím, že tato nabídka a zadávací dokumentace jsou závazným podkladem pro uzavření smlouvy </w:t>
      </w:r>
      <w:r w:rsidR="009C5548" w:rsidRPr="009C5548">
        <w:t xml:space="preserve">o </w:t>
      </w:r>
      <w:r w:rsidR="00EB0735" w:rsidRPr="009C5548">
        <w:t>dílo</w:t>
      </w:r>
      <w:r w:rsidRPr="009C5548">
        <w:t>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374707" w:rsidRPr="009C5548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9C5548">
        <w:t xml:space="preserve">Zahájení díla: </w:t>
      </w:r>
      <w:r w:rsidR="009C5548" w:rsidRPr="009C5548">
        <w:rPr>
          <w:b/>
        </w:rPr>
        <w:t>říjen</w:t>
      </w:r>
      <w:r w:rsidR="00F05536" w:rsidRPr="009C5548">
        <w:rPr>
          <w:b/>
        </w:rPr>
        <w:t xml:space="preserve"> 2020</w:t>
      </w:r>
      <w:r w:rsidR="00EB0735" w:rsidRPr="009C5548">
        <w:rPr>
          <w:b/>
        </w:rPr>
        <w:t xml:space="preserve"> – ihned po nabytí účinnosti smlouvy o dílo uveřejněním v Registru smluv</w:t>
      </w:r>
    </w:p>
    <w:p w:rsidR="00374707" w:rsidRPr="007364DE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9C5548">
        <w:t xml:space="preserve">Ukončení díla: </w:t>
      </w:r>
      <w:r w:rsidR="009C5548" w:rsidRPr="009C5548">
        <w:rPr>
          <w:b/>
        </w:rPr>
        <w:t>30</w:t>
      </w:r>
      <w:r w:rsidRPr="009C5548">
        <w:rPr>
          <w:b/>
        </w:rPr>
        <w:t xml:space="preserve">. </w:t>
      </w:r>
      <w:r w:rsidR="009C5548" w:rsidRPr="009C5548">
        <w:rPr>
          <w:b/>
        </w:rPr>
        <w:t>listopadu</w:t>
      </w:r>
      <w:r w:rsidR="00F05536" w:rsidRPr="009C5548">
        <w:rPr>
          <w:b/>
        </w:rPr>
        <w:t xml:space="preserve"> 2020</w:t>
      </w:r>
      <w:r w:rsidRPr="009C5548">
        <w:t xml:space="preserve">   </w:t>
      </w:r>
      <w:r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374707" w:rsidRPr="007364DE" w:rsidRDefault="00EB0735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>
        <w:t>Prohlašujeme, že na pracovišti</w:t>
      </w:r>
      <w:r w:rsidR="00374707" w:rsidRPr="007364DE">
        <w:t xml:space="preserve"> </w:t>
      </w:r>
      <w:r w:rsidR="00374707" w:rsidRPr="007364DE">
        <w:rPr>
          <w:b/>
          <w:bCs/>
        </w:rPr>
        <w:t xml:space="preserve">budou / nebudou* </w:t>
      </w:r>
      <w:r w:rsidR="00374707" w:rsidRPr="007364DE">
        <w:rPr>
          <w:i/>
          <w:iCs/>
        </w:rPr>
        <w:t>(*nehodící se škrtněte)</w:t>
      </w:r>
      <w:r w:rsidR="00374707" w:rsidRPr="007364DE">
        <w:t xml:space="preserve"> působit zaměstnanci více než jednoho </w:t>
      </w:r>
      <w:r>
        <w:t>zhotovitele</w:t>
      </w:r>
      <w:r w:rsidR="00374707" w:rsidRPr="007364DE">
        <w:t xml:space="preserve"> ve smyslu ustanovení § 14 odst. 1 zákona č. 309/2006 Sb., o zajištění dalších podmínek bezpečnosti a ochrany zdraví při práci. Za </w:t>
      </w:r>
      <w:r>
        <w:t>zhotovitele</w:t>
      </w:r>
      <w:r w:rsidR="00374707" w:rsidRPr="007364DE">
        <w:t xml:space="preserve"> se přitom považuje jakákoliv právnická nebo fyzická osoba podílející se na realizaci stavby</w:t>
      </w:r>
      <w:r w:rsidR="00374707">
        <w:t>, tedy i případní pod</w:t>
      </w:r>
      <w:r w:rsidR="00374707" w:rsidRPr="007364DE">
        <w:t>dodavatelé.</w:t>
      </w:r>
    </w:p>
    <w:p w:rsidR="00374707" w:rsidRPr="007364DE" w:rsidRDefault="00374707" w:rsidP="00374707">
      <w:pPr>
        <w:spacing w:before="120"/>
        <w:ind w:left="284"/>
      </w:pPr>
      <w:r w:rsidRPr="009C5548">
        <w:lastRenderedPageBreak/>
        <w:t xml:space="preserve">Pokud bude naše nabídka vybrána jako nejvhodnější a bude s námi uzavřena smlouva </w:t>
      </w:r>
      <w:r w:rsidR="009C5548" w:rsidRPr="009C5548">
        <w:t xml:space="preserve">o </w:t>
      </w:r>
      <w:r w:rsidR="00EB0735" w:rsidRPr="009C5548">
        <w:t>dílo</w:t>
      </w:r>
      <w:r w:rsidRPr="009C5548">
        <w:t xml:space="preserve">, </w:t>
      </w:r>
      <w:r w:rsidRPr="007364DE">
        <w:t>zavazujeme se k součinnosti s koordinátorem bezpečnosti ochrany zdraví při práci na staveništi dle zákona č. 309/2006 Sb., kterého v případě potřeby určí a smluvně zajistí zadavatel, a to po celou dobu realizace veřejné zakázky. V takovém případě zároveň smluvně zavážeme k součinnosti s koordinátorem BOZP po celou dobu realizace veřejné zakázky i všechny právnické a fyzické osoby – podnikatele, kteří budou námi pověřeni prováděním veřejné zakázky nebo jeho části. Rovněž tak se zavazujeme zajistit, aby k součinnosti s koordinátorem BOZP byly po celou dobu realizace veřejné zakázky zavázány i jiné právnické nebo fyzické osoby – podnikatelé, kteří budou pověřeni realizací veřejné zakázky nebo </w:t>
      </w:r>
      <w:r>
        <w:t>jeho části některým z našich pod</w:t>
      </w:r>
      <w:r w:rsidRPr="007364DE">
        <w:t>dodavatelů.</w:t>
      </w:r>
    </w:p>
    <w:p w:rsidR="00374707" w:rsidRPr="007364DE" w:rsidRDefault="00374707" w:rsidP="00374707">
      <w:pPr>
        <w:spacing w:before="120"/>
        <w:ind w:left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 xml:space="preserve">V případě, že naše nabídka bude vybrána a bude uzavřena </w:t>
      </w:r>
      <w:r w:rsidRPr="009C5548">
        <w:t xml:space="preserve">smlouva </w:t>
      </w:r>
      <w:r w:rsidR="009C5548" w:rsidRPr="009C5548">
        <w:t xml:space="preserve">o </w:t>
      </w:r>
      <w:r w:rsidR="00EB0735" w:rsidRPr="009C5548">
        <w:t>dílo</w:t>
      </w:r>
      <w:r w:rsidR="00F05536" w:rsidRPr="009C5548">
        <w:t xml:space="preserve">, </w:t>
      </w:r>
      <w:r w:rsidRPr="007364DE">
        <w:t>akceptujeme podmínku zadavatele na kontrolu efektivního využívání prostředků ze strany Státního fondu dopravní infrastruktury, a to po celou dobu realizace zakázky.</w:t>
      </w:r>
      <w:bookmarkStart w:id="0" w:name="_GoBack"/>
      <w:bookmarkEnd w:id="0"/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lastRenderedPageBreak/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3E4" w:rsidRDefault="00B623E4" w:rsidP="00962258">
      <w:pPr>
        <w:spacing w:after="0" w:line="240" w:lineRule="auto"/>
      </w:pPr>
      <w:r>
        <w:separator/>
      </w:r>
    </w:p>
  </w:endnote>
  <w:endnote w:type="continuationSeparator" w:id="0">
    <w:p w:rsidR="00B623E4" w:rsidRDefault="00B623E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C55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C55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0D688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88240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C55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C55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E38E5" w:rsidP="006E38E5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A99186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7F3B4E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3E4" w:rsidRDefault="00B623E4" w:rsidP="00962258">
      <w:pPr>
        <w:spacing w:after="0" w:line="240" w:lineRule="auto"/>
      </w:pPr>
      <w:r>
        <w:separator/>
      </w:r>
    </w:p>
  </w:footnote>
  <w:footnote w:type="continuationSeparator" w:id="0">
    <w:p w:rsidR="00B623E4" w:rsidRDefault="00B623E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61BD"/>
    <w:rsid w:val="00280E07"/>
    <w:rsid w:val="002C31BF"/>
    <w:rsid w:val="002D08B1"/>
    <w:rsid w:val="002E0CD7"/>
    <w:rsid w:val="00341DCF"/>
    <w:rsid w:val="00357BC6"/>
    <w:rsid w:val="00374707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736B7"/>
    <w:rsid w:val="00575E5A"/>
    <w:rsid w:val="0059084E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38E5"/>
    <w:rsid w:val="00710723"/>
    <w:rsid w:val="00716584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5548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623E4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5393D"/>
    <w:rsid w:val="00EB0735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5940DE4"/>
  <w14:defaultImageDpi w14:val="32767"/>
  <w15:docId w15:val="{2A19E7D5-E9EA-4E83-85DB-34CDB874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1ABDA12-3574-4175-B275-F16C32AC4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2</Pages>
  <Words>680</Words>
  <Characters>4015</Characters>
  <Application>Microsoft Office Word</Application>
  <DocSecurity>4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Danielková Barbora</cp:lastModifiedBy>
  <cp:revision>2</cp:revision>
  <cp:lastPrinted>2017-11-28T17:18:00Z</cp:lastPrinted>
  <dcterms:created xsi:type="dcterms:W3CDTF">2020-10-06T08:29:00Z</dcterms:created>
  <dcterms:modified xsi:type="dcterms:W3CDTF">2020-10-06T08:29:00Z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